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03D" w:rsidRDefault="0032503D" w:rsidP="0032503D">
      <w:r>
        <w:t>Image: CBJ_logo</w:t>
      </w:r>
      <w:r>
        <w:t>.png</w:t>
      </w:r>
    </w:p>
    <w:p w:rsidR="0032503D" w:rsidRDefault="0032503D" w:rsidP="0032503D">
      <w:r>
        <w:t xml:space="preserve">b. URL: </w:t>
      </w:r>
      <w:r w:rsidRPr="0032503D">
        <w:t>http://www.juneau.org/</w:t>
      </w:r>
    </w:p>
    <w:p w:rsidR="00281490" w:rsidRDefault="0032503D" w:rsidP="0032503D">
      <w:r>
        <w:t xml:space="preserve">c. Attribution Sentence: Maps </w:t>
      </w:r>
      <w:r>
        <w:t>developed</w:t>
      </w:r>
      <w:r>
        <w:t xml:space="preserve"> in</w:t>
      </w:r>
      <w:r>
        <w:t xml:space="preserve"> </w:t>
      </w:r>
      <w:r>
        <w:t xml:space="preserve">cooperation with the </w:t>
      </w:r>
      <w:r>
        <w:t>City and Borough of Juneau</w:t>
      </w:r>
    </w:p>
    <w:p w:rsidR="0032503D" w:rsidRDefault="0032503D" w:rsidP="0032503D"/>
    <w:p w:rsidR="0032503D" w:rsidRDefault="0032503D" w:rsidP="0032503D">
      <w:r>
        <w:t>Image: Silver_jackets.png</w:t>
      </w:r>
    </w:p>
    <w:p w:rsidR="0032503D" w:rsidRDefault="0032503D" w:rsidP="0032503D">
      <w:r>
        <w:t xml:space="preserve">b. URL: </w:t>
      </w:r>
      <w:hyperlink r:id="rId5" w:history="1">
        <w:r w:rsidRPr="00234F35">
          <w:rPr>
            <w:rStyle w:val="Hyperlink"/>
          </w:rPr>
          <w:t>http://silverjackets.nfrmp.us/State-T</w:t>
        </w:r>
        <w:bookmarkStart w:id="0" w:name="_GoBack"/>
        <w:bookmarkEnd w:id="0"/>
        <w:r w:rsidRPr="00234F35">
          <w:rPr>
            <w:rStyle w:val="Hyperlink"/>
          </w:rPr>
          <w:t>eams/Alaska</w:t>
        </w:r>
      </w:hyperlink>
    </w:p>
    <w:p w:rsidR="0032503D" w:rsidRPr="0032503D" w:rsidRDefault="0032503D" w:rsidP="0032503D">
      <w:r>
        <w:t>c. Attribution Sentence: Maps developed in cooperation with the Alaska Silver Jackets</w:t>
      </w:r>
    </w:p>
    <w:sectPr w:rsidR="0032503D" w:rsidRPr="003250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0B9"/>
    <w:rsid w:val="00281490"/>
    <w:rsid w:val="0032503D"/>
    <w:rsid w:val="0056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50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50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ilverjackets.nfrmp.us/State-Teams/Alask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609D685F.dotm</Template>
  <TotalTime>14</TotalTime>
  <Pages>1</Pages>
  <Words>56</Words>
  <Characters>321</Characters>
  <Application>Microsoft Office Word</Application>
  <DocSecurity>0</DocSecurity>
  <Lines>2</Lines>
  <Paragraphs>1</Paragraphs>
  <ScaleCrop>false</ScaleCrop>
  <Company>NWS Alaska Region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2016-04-19T16:07:00Z</dcterms:created>
  <dcterms:modified xsi:type="dcterms:W3CDTF">2016-04-19T16:21:00Z</dcterms:modified>
</cp:coreProperties>
</file>